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1C72E" w14:textId="77777777" w:rsidR="00696358" w:rsidRDefault="00816ED1" w:rsidP="006025B0">
      <w:pPr>
        <w:ind w:left="2832" w:firstLine="708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14:paraId="20B318FD" w14:textId="77777777"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14:paraId="11D25D42" w14:textId="77777777"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707B01" w:rsidRPr="00707B01">
        <w:rPr>
          <w:b/>
          <w:sz w:val="20"/>
          <w:szCs w:val="20"/>
        </w:rPr>
        <w:t xml:space="preserve"> DO ALUNO</w:t>
      </w:r>
      <w:r w:rsidRPr="00707B01">
        <w:rPr>
          <w:b/>
          <w:sz w:val="20"/>
          <w:szCs w:val="20"/>
        </w:rPr>
        <w:t xml:space="preserve">: </w:t>
      </w:r>
      <w:bookmarkStart w:id="0" w:name="Texto1"/>
      <w:r w:rsidR="006F29A5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6F29A5">
        <w:rPr>
          <w:sz w:val="20"/>
          <w:szCs w:val="20"/>
        </w:rPr>
        <w:instrText xml:space="preserve"> FORMTEXT </w:instrText>
      </w:r>
      <w:r w:rsidR="006F29A5">
        <w:rPr>
          <w:sz w:val="20"/>
          <w:szCs w:val="20"/>
        </w:rPr>
      </w:r>
      <w:r w:rsidR="006F29A5">
        <w:rPr>
          <w:sz w:val="20"/>
          <w:szCs w:val="20"/>
        </w:rPr>
        <w:fldChar w:fldCharType="separate"/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F29A5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1" w:name="Texto2"/>
      <w:r w:rsidR="006F29A5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6F29A5">
        <w:rPr>
          <w:sz w:val="20"/>
          <w:szCs w:val="20"/>
        </w:rPr>
        <w:instrText xml:space="preserve"> FORMTEXT </w:instrText>
      </w:r>
      <w:r w:rsidR="006F29A5">
        <w:rPr>
          <w:sz w:val="20"/>
          <w:szCs w:val="20"/>
        </w:rPr>
      </w:r>
      <w:r w:rsidR="006F29A5">
        <w:rPr>
          <w:sz w:val="20"/>
          <w:szCs w:val="20"/>
        </w:rPr>
        <w:fldChar w:fldCharType="separate"/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F29A5">
        <w:rPr>
          <w:sz w:val="20"/>
          <w:szCs w:val="20"/>
        </w:rPr>
        <w:fldChar w:fldCharType="end"/>
      </w:r>
      <w:bookmarkEnd w:id="1"/>
      <w:r w:rsidRPr="00707B01">
        <w:rPr>
          <w:b/>
          <w:sz w:val="20"/>
          <w:szCs w:val="20"/>
        </w:rPr>
        <w:t xml:space="preserve"> TURNO: </w:t>
      </w:r>
      <w:bookmarkStart w:id="2" w:name="Texto3"/>
      <w:r w:rsidR="006F29A5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6F29A5">
        <w:rPr>
          <w:sz w:val="20"/>
          <w:szCs w:val="20"/>
        </w:rPr>
        <w:instrText xml:space="preserve"> FORMTEXT </w:instrText>
      </w:r>
      <w:r w:rsidR="006F29A5">
        <w:rPr>
          <w:sz w:val="20"/>
          <w:szCs w:val="20"/>
        </w:rPr>
      </w:r>
      <w:r w:rsidR="006F29A5">
        <w:rPr>
          <w:sz w:val="20"/>
          <w:szCs w:val="20"/>
        </w:rPr>
        <w:fldChar w:fldCharType="separate"/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91130">
        <w:rPr>
          <w:sz w:val="20"/>
          <w:szCs w:val="20"/>
        </w:rPr>
        <w:t> </w:t>
      </w:r>
      <w:r w:rsidR="006F29A5">
        <w:rPr>
          <w:sz w:val="20"/>
          <w:szCs w:val="20"/>
        </w:rPr>
        <w:fldChar w:fldCharType="end"/>
      </w:r>
      <w:bookmarkEnd w:id="2"/>
    </w:p>
    <w:p w14:paraId="4E505B0F" w14:textId="77777777"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4D0933" w:rsidRPr="00816ED1">
        <w:rPr>
          <w:b/>
        </w:rPr>
        <w:t>–</w:t>
      </w:r>
      <w:r w:rsidR="00224667" w:rsidRPr="00816ED1">
        <w:rPr>
          <w:b/>
        </w:rPr>
        <w:t xml:space="preserve"> </w:t>
      </w:r>
      <w:r w:rsidR="00C401A6">
        <w:rPr>
          <w:b/>
        </w:rPr>
        <w:t>MÃE</w:t>
      </w:r>
      <w:r w:rsidR="00945E30">
        <w:rPr>
          <w:b/>
        </w:rPr>
        <w:t xml:space="preserve"> DO ALUNO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783EF0" w14:paraId="0298AE96" w14:textId="77777777" w:rsidTr="00783EF0">
        <w:tc>
          <w:tcPr>
            <w:tcW w:w="9211" w:type="dxa"/>
          </w:tcPr>
          <w:p w14:paraId="7BC21D1F" w14:textId="77777777"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Nome: </w:t>
            </w:r>
            <w:bookmarkStart w:id="3" w:name="Texto52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3"/>
          </w:p>
          <w:p w14:paraId="60E423D3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Data de nascimento: </w:t>
            </w:r>
            <w:bookmarkStart w:id="4" w:name="Texto53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4"/>
            <w:r w:rsidRPr="00783EF0">
              <w:rPr>
                <w:sz w:val="18"/>
                <w:szCs w:val="18"/>
              </w:rPr>
              <w:t>/</w:t>
            </w:r>
            <w:bookmarkStart w:id="5" w:name="Texto54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5"/>
            <w:r w:rsidRPr="00783EF0">
              <w:rPr>
                <w:sz w:val="18"/>
                <w:szCs w:val="18"/>
              </w:rPr>
              <w:t>/</w:t>
            </w:r>
            <w:bookmarkStart w:id="6" w:name="Texto55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6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Sexo: </w:t>
            </w:r>
            <w:bookmarkStart w:id="7" w:name="Texto56"/>
            <w:r w:rsidRPr="00783EF0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7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8" w:name="Texto57"/>
            <w:r w:rsidRPr="00783EF0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8"/>
          </w:p>
          <w:p w14:paraId="2B3F2F58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Nacionalidade: </w:t>
            </w:r>
            <w:bookmarkStart w:id="9" w:name="Texto58"/>
            <w:r w:rsidRPr="00783EF0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9"/>
          </w:p>
          <w:p w14:paraId="320806B5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Naturalidade: </w:t>
            </w:r>
            <w:bookmarkStart w:id="10" w:name="Texto59"/>
            <w:r w:rsidRPr="00783EF0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10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bookmarkStart w:id="11" w:name="Texto60"/>
            <w:r w:rsidRPr="00783EF0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11"/>
          </w:p>
          <w:p w14:paraId="78F60905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RG: </w:t>
            </w:r>
            <w:bookmarkStart w:id="12" w:name="Texto61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2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UF do RG: </w:t>
            </w:r>
            <w:bookmarkStart w:id="13" w:name="Texto62"/>
            <w:r w:rsidRPr="00783EF0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13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CPF/MF: </w:t>
            </w:r>
            <w:bookmarkStart w:id="14" w:name="Texto63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4"/>
            <w:r w:rsidRPr="00783EF0">
              <w:rPr>
                <w:sz w:val="18"/>
                <w:szCs w:val="18"/>
              </w:rPr>
              <w:t>.</w:t>
            </w:r>
            <w:bookmarkStart w:id="15" w:name="Texto64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5"/>
            <w:r w:rsidRPr="00783EF0">
              <w:rPr>
                <w:sz w:val="18"/>
                <w:szCs w:val="18"/>
              </w:rPr>
              <w:t>.</w:t>
            </w:r>
            <w:bookmarkStart w:id="16" w:name="Texto65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6"/>
            <w:r w:rsidRPr="00783EF0">
              <w:rPr>
                <w:sz w:val="18"/>
                <w:szCs w:val="18"/>
              </w:rPr>
              <w:t>-</w:t>
            </w:r>
            <w:bookmarkStart w:id="17" w:name="Texto66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7"/>
          </w:p>
          <w:p w14:paraId="11C4F8A9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 do pai: </w:t>
            </w:r>
            <w:bookmarkStart w:id="18" w:name="Texto67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8"/>
          </w:p>
          <w:p w14:paraId="4C8417FA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 da mãe: </w:t>
            </w:r>
            <w:bookmarkStart w:id="19" w:name="Texto68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19"/>
          </w:p>
        </w:tc>
      </w:tr>
      <w:tr w:rsidR="00A11624" w:rsidRPr="00783EF0" w14:paraId="122FECD1" w14:textId="77777777" w:rsidTr="00783EF0">
        <w:tc>
          <w:tcPr>
            <w:tcW w:w="9211" w:type="dxa"/>
          </w:tcPr>
          <w:p w14:paraId="366E5F06" w14:textId="77777777"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Email (1): </w:t>
            </w:r>
            <w:bookmarkStart w:id="20" w:name="Texto69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0"/>
          </w:p>
          <w:p w14:paraId="43403B4E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Email (2): </w:t>
            </w:r>
            <w:bookmarkStart w:id="21" w:name="Texto70"/>
            <w:r w:rsidR="00514084" w:rsidRPr="00783EF0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  <w:lang w:val="en-US"/>
              </w:rPr>
            </w:r>
            <w:r w:rsidR="00514084" w:rsidRPr="00783EF0">
              <w:rPr>
                <w:sz w:val="18"/>
                <w:szCs w:val="18"/>
                <w:lang w:val="en-US"/>
              </w:rPr>
              <w:fldChar w:fldCharType="separate"/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691130" w:rsidRPr="00783EF0">
              <w:rPr>
                <w:sz w:val="18"/>
                <w:szCs w:val="18"/>
                <w:lang w:val="en-US"/>
              </w:rPr>
              <w:t> </w:t>
            </w:r>
            <w:r w:rsidR="00514084" w:rsidRPr="00783EF0">
              <w:rPr>
                <w:sz w:val="18"/>
                <w:szCs w:val="18"/>
                <w:lang w:val="en-US"/>
              </w:rPr>
              <w:fldChar w:fldCharType="end"/>
            </w:r>
            <w:bookmarkEnd w:id="21"/>
          </w:p>
        </w:tc>
      </w:tr>
      <w:tr w:rsidR="00A11624" w:rsidRPr="00783EF0" w14:paraId="0E6F901B" w14:textId="77777777" w:rsidTr="00783EF0">
        <w:tc>
          <w:tcPr>
            <w:tcW w:w="9211" w:type="dxa"/>
          </w:tcPr>
          <w:p w14:paraId="539CBA5B" w14:textId="77777777"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Endereço residencial: </w:t>
            </w:r>
            <w:bookmarkStart w:id="22" w:name="Texto71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2"/>
            <w:r w:rsidRPr="00783EF0">
              <w:rPr>
                <w:sz w:val="18"/>
                <w:szCs w:val="18"/>
              </w:rPr>
              <w:t xml:space="preserve">, </w:t>
            </w:r>
            <w:bookmarkStart w:id="23" w:name="Texto72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3"/>
          </w:p>
          <w:p w14:paraId="3EA62A3F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Complemento: </w:t>
            </w:r>
            <w:bookmarkStart w:id="24" w:name="Texto73"/>
            <w:r w:rsidRPr="00783EF0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24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Bairro: </w:t>
            </w:r>
            <w:bookmarkStart w:id="25" w:name="Texto74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5"/>
          </w:p>
          <w:p w14:paraId="07AF9007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Cidade: </w:t>
            </w:r>
            <w:bookmarkStart w:id="26" w:name="Texto75"/>
            <w:r w:rsidRPr="00783EF0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26"/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bookmarkStart w:id="27" w:name="Texto76"/>
            <w:r w:rsidRPr="00783EF0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27"/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>CEP:</w:t>
            </w:r>
            <w:bookmarkStart w:id="28" w:name="Texto77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8"/>
            <w:r w:rsidRPr="00783EF0">
              <w:rPr>
                <w:sz w:val="18"/>
                <w:szCs w:val="18"/>
              </w:rPr>
              <w:t>-</w:t>
            </w:r>
            <w:bookmarkStart w:id="29" w:name="Texto78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29"/>
          </w:p>
          <w:p w14:paraId="7535078D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Telefone residencial: </w:t>
            </w:r>
            <w:r w:rsidRPr="00783EF0">
              <w:rPr>
                <w:sz w:val="18"/>
                <w:szCs w:val="18"/>
              </w:rPr>
              <w:t>(</w:t>
            </w:r>
            <w:bookmarkStart w:id="30" w:name="Texto79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30"/>
            <w:r w:rsidRPr="00783EF0">
              <w:rPr>
                <w:sz w:val="18"/>
                <w:szCs w:val="18"/>
              </w:rPr>
              <w:t xml:space="preserve">) </w:t>
            </w:r>
            <w:bookmarkStart w:id="31" w:name="Texto80"/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bookmarkEnd w:id="31"/>
            <w:r w:rsidRPr="00783EF0">
              <w:rPr>
                <w:sz w:val="18"/>
                <w:szCs w:val="18"/>
              </w:rPr>
              <w:t>-</w:t>
            </w:r>
            <w:bookmarkStart w:id="32" w:name="Texto81"/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bookmarkEnd w:id="32"/>
            <w:r w:rsidRPr="00783EF0">
              <w:rPr>
                <w:b/>
                <w:sz w:val="18"/>
                <w:szCs w:val="18"/>
              </w:rPr>
              <w:tab/>
              <w:t xml:space="preserve">Celular: </w:t>
            </w:r>
            <w:r w:rsidRPr="00783EF0">
              <w:rPr>
                <w:sz w:val="18"/>
                <w:szCs w:val="18"/>
              </w:rPr>
              <w:t>(</w:t>
            </w:r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)</w:t>
            </w:r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514084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783EF0">
              <w:rPr>
                <w:sz w:val="18"/>
                <w:szCs w:val="18"/>
              </w:rPr>
              <w:instrText xml:space="preserve"> FORMTEXT </w:instrText>
            </w:r>
            <w:r w:rsidR="00514084" w:rsidRPr="00783EF0">
              <w:rPr>
                <w:sz w:val="18"/>
                <w:szCs w:val="18"/>
              </w:rPr>
            </w:r>
            <w:r w:rsidR="00514084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514084" w:rsidRPr="00783EF0">
              <w:rPr>
                <w:sz w:val="18"/>
                <w:szCs w:val="18"/>
              </w:rPr>
              <w:fldChar w:fldCharType="end"/>
            </w:r>
          </w:p>
        </w:tc>
      </w:tr>
      <w:tr w:rsidR="00A11624" w:rsidRPr="00783EF0" w14:paraId="50BE6091" w14:textId="77777777" w:rsidTr="00783EF0">
        <w:tc>
          <w:tcPr>
            <w:tcW w:w="9211" w:type="dxa"/>
          </w:tcPr>
          <w:p w14:paraId="68F8143A" w14:textId="77777777"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14:paraId="102CECA9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,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14:paraId="267FBEFA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Complemento: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 </w:t>
            </w:r>
            <w:r w:rsidRPr="00783EF0">
              <w:rPr>
                <w:b/>
                <w:color w:val="FF0000"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 xml:space="preserve">Bairro: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14:paraId="0DCE3D69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Cidade: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14:paraId="3C16AEA6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Telefone comercial: </w:t>
            </w:r>
            <w:r w:rsidRPr="00783EF0">
              <w:rPr>
                <w:sz w:val="18"/>
                <w:szCs w:val="18"/>
              </w:rPr>
              <w:t>(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) </w:t>
            </w:r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 xml:space="preserve">Ramal: </w:t>
            </w:r>
            <w:bookmarkStart w:id="33" w:name="Texto82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3"/>
          </w:p>
          <w:p w14:paraId="4D36F769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>Data de Admissão</w:t>
            </w:r>
            <w:r w:rsidRPr="00783EF0">
              <w:rPr>
                <w:sz w:val="18"/>
                <w:szCs w:val="18"/>
              </w:rPr>
              <w:t xml:space="preserve">: </w:t>
            </w:r>
            <w:bookmarkStart w:id="34" w:name="Texto95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4"/>
            <w:r w:rsidRPr="00783EF0">
              <w:rPr>
                <w:sz w:val="18"/>
                <w:szCs w:val="18"/>
              </w:rPr>
              <w:t>/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/</w:t>
            </w:r>
            <w:bookmarkStart w:id="35" w:name="Texto96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5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Cargo: </w:t>
            </w:r>
            <w:bookmarkStart w:id="36" w:name="Texto97"/>
            <w:r w:rsidRPr="00783EF0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36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7" w:name="Texto98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7"/>
          </w:p>
        </w:tc>
      </w:tr>
    </w:tbl>
    <w:p w14:paraId="328B8A52" w14:textId="77777777"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783EF0" w14:paraId="118BA29C" w14:textId="77777777" w:rsidTr="00783EF0">
        <w:tc>
          <w:tcPr>
            <w:tcW w:w="9224" w:type="dxa"/>
          </w:tcPr>
          <w:p w14:paraId="2E4637FE" w14:textId="77777777" w:rsidR="00A11624" w:rsidRPr="00783EF0" w:rsidRDefault="00A11624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Nome da empresa: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14:paraId="56DEDAB2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Endereço: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,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14:paraId="3E78CD2F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Complemento: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 </w:t>
            </w:r>
            <w:r w:rsidRPr="00783EF0">
              <w:rPr>
                <w:b/>
                <w:color w:val="FF0000"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 xml:space="preserve">Bairro: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14:paraId="3B645AD7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Cidade: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 xml:space="preserve">UF: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14:paraId="13FDD0FC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>Telefone</w:t>
            </w:r>
            <w:r w:rsidRPr="00783EF0">
              <w:rPr>
                <w:sz w:val="18"/>
                <w:szCs w:val="18"/>
              </w:rPr>
              <w:t>: (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 xml:space="preserve">) </w:t>
            </w:r>
            <w:r w:rsidR="001229A3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1229A3" w:rsidRPr="00783EF0">
              <w:rPr>
                <w:sz w:val="18"/>
                <w:szCs w:val="18"/>
              </w:rPr>
              <w:instrText xml:space="preserve"> FORMTEXT </w:instrText>
            </w:r>
            <w:r w:rsidR="001229A3" w:rsidRPr="00783EF0">
              <w:rPr>
                <w:sz w:val="18"/>
                <w:szCs w:val="18"/>
              </w:rPr>
            </w:r>
            <w:r w:rsidR="001229A3" w:rsidRPr="00783EF0">
              <w:rPr>
                <w:sz w:val="18"/>
                <w:szCs w:val="18"/>
              </w:rPr>
              <w:fldChar w:fldCharType="separate"/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noProof/>
                <w:sz w:val="18"/>
                <w:szCs w:val="18"/>
              </w:rPr>
              <w:t> </w:t>
            </w:r>
            <w:r w:rsidR="001229A3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-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="00571603" w:rsidRPr="00783EF0">
              <w:rPr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</w:p>
          <w:p w14:paraId="0B471616" w14:textId="77777777" w:rsidR="00A11624" w:rsidRPr="00783EF0" w:rsidRDefault="00A11624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CNPJ: </w:t>
            </w:r>
            <w:bookmarkStart w:id="38" w:name="Texto99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8"/>
            <w:r w:rsidRPr="00783EF0">
              <w:rPr>
                <w:sz w:val="18"/>
                <w:szCs w:val="18"/>
              </w:rPr>
              <w:t>.</w:t>
            </w:r>
            <w:bookmarkStart w:id="39" w:name="Texto100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39"/>
            <w:r w:rsidRPr="00783EF0">
              <w:rPr>
                <w:sz w:val="18"/>
                <w:szCs w:val="18"/>
              </w:rPr>
              <w:t>.</w:t>
            </w:r>
            <w:bookmarkStart w:id="40" w:name="Texto101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0"/>
            <w:r w:rsidRPr="00783EF0">
              <w:rPr>
                <w:sz w:val="18"/>
                <w:szCs w:val="18"/>
              </w:rPr>
              <w:t>/</w:t>
            </w:r>
            <w:bookmarkStart w:id="41" w:name="Texto102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1"/>
            <w:r w:rsidRPr="00783EF0">
              <w:rPr>
                <w:sz w:val="18"/>
                <w:szCs w:val="18"/>
              </w:rPr>
              <w:t>-</w:t>
            </w:r>
            <w:bookmarkStart w:id="42" w:name="Texto103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2"/>
            <w:r w:rsidRPr="00783EF0">
              <w:rPr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3" w:name="Texto104"/>
            <w:r w:rsidR="006F29A5" w:rsidRPr="00783EF0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6F29A5" w:rsidRPr="00783EF0">
              <w:rPr>
                <w:sz w:val="18"/>
                <w:szCs w:val="18"/>
              </w:rPr>
              <w:instrText xml:space="preserve"> FORMTEXT </w:instrText>
            </w:r>
            <w:r w:rsidR="006F29A5" w:rsidRPr="00783EF0">
              <w:rPr>
                <w:sz w:val="18"/>
                <w:szCs w:val="18"/>
              </w:rPr>
            </w:r>
            <w:r w:rsidR="006F29A5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F29A5" w:rsidRPr="00783EF0">
              <w:rPr>
                <w:sz w:val="18"/>
                <w:szCs w:val="18"/>
              </w:rPr>
              <w:fldChar w:fldCharType="end"/>
            </w:r>
            <w:bookmarkEnd w:id="43"/>
            <w:r w:rsidR="007D1808" w:rsidRPr="00783EF0">
              <w:rPr>
                <w:b/>
                <w:sz w:val="18"/>
                <w:szCs w:val="18"/>
              </w:rPr>
              <w:t xml:space="preserve"> </w:t>
            </w:r>
          </w:p>
          <w:p w14:paraId="412708DB" w14:textId="77777777" w:rsidR="001229A3" w:rsidRPr="00783EF0" w:rsidRDefault="001229A3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>Data de Abertura</w:t>
            </w:r>
            <w:r w:rsidRPr="00783EF0">
              <w:rPr>
                <w:sz w:val="18"/>
                <w:szCs w:val="18"/>
              </w:rPr>
              <w:t xml:space="preserve">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/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sz w:val="18"/>
                <w:szCs w:val="18"/>
              </w:rPr>
              <w:t>/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Cargo: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</w:p>
        </w:tc>
      </w:tr>
    </w:tbl>
    <w:p w14:paraId="34EA0779" w14:textId="77777777"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783EF0" w14:paraId="0CE076E1" w14:textId="77777777" w:rsidTr="00783EF0">
        <w:tc>
          <w:tcPr>
            <w:tcW w:w="9224" w:type="dxa"/>
          </w:tcPr>
          <w:p w14:paraId="112D8DC4" w14:textId="77777777" w:rsidR="00571603" w:rsidRPr="00783EF0" w:rsidRDefault="00571603" w:rsidP="00783EF0">
            <w:pPr>
              <w:spacing w:before="120" w:line="360" w:lineRule="auto"/>
              <w:rPr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Origem: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  <w:p w14:paraId="1BA465C2" w14:textId="77777777" w:rsidR="00571603" w:rsidRPr="00783EF0" w:rsidRDefault="00571603" w:rsidP="00783EF0">
            <w:pPr>
              <w:spacing w:line="360" w:lineRule="auto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Origem: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</w:r>
            <w:r w:rsidRPr="00783EF0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</w:tc>
      </w:tr>
    </w:tbl>
    <w:p w14:paraId="1A3D6072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783EF0" w14:paraId="2550C089" w14:textId="77777777" w:rsidTr="00783EF0">
        <w:tc>
          <w:tcPr>
            <w:tcW w:w="9211" w:type="dxa"/>
          </w:tcPr>
          <w:p w14:paraId="3FA9AC90" w14:textId="77777777"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Tipo: </w:t>
            </w:r>
            <w:bookmarkStart w:id="44" w:name="Texto84"/>
            <w:r w:rsidRPr="00783EF0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bookmarkEnd w:id="44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>Valor</w:t>
            </w:r>
            <w:r w:rsidR="006E59AB">
              <w:rPr>
                <w:b/>
                <w:sz w:val="18"/>
                <w:szCs w:val="18"/>
              </w:rPr>
              <w:t xml:space="preserve"> (mercado)</w:t>
            </w:r>
            <w:r w:rsidRPr="00783EF0">
              <w:rPr>
                <w:b/>
                <w:sz w:val="18"/>
                <w:szCs w:val="18"/>
              </w:rPr>
              <w:t xml:space="preserve">: </w:t>
            </w:r>
            <w:bookmarkStart w:id="45" w:name="Texto85"/>
            <w:r w:rsidRPr="00783EF0">
              <w:rPr>
                <w:b/>
                <w:sz w:val="18"/>
                <w:szCs w:val="18"/>
              </w:rPr>
              <w:t xml:space="preserve">R$ </w:t>
            </w:r>
            <w:bookmarkEnd w:id="45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6" w:name="Texto86"/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730AE2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  <w:bookmarkEnd w:id="46"/>
          </w:p>
          <w:p w14:paraId="6B4DDE29" w14:textId="77777777" w:rsidR="007D1808" w:rsidRPr="00783EF0" w:rsidRDefault="007D1808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Tipo: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ab/>
              <w:t>Valor</w:t>
            </w:r>
            <w:r w:rsidR="006E59AB">
              <w:rPr>
                <w:b/>
                <w:sz w:val="18"/>
                <w:szCs w:val="18"/>
              </w:rPr>
              <w:t xml:space="preserve"> (mercado)</w:t>
            </w:r>
            <w:r w:rsidRPr="00783EF0">
              <w:rPr>
                <w:b/>
                <w:sz w:val="18"/>
                <w:szCs w:val="18"/>
              </w:rPr>
              <w:t xml:space="preserve">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730AE2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</w:p>
        </w:tc>
      </w:tr>
      <w:tr w:rsidR="007D1808" w:rsidRPr="00783EF0" w14:paraId="1019E5AA" w14:textId="77777777" w:rsidTr="00783EF0">
        <w:tc>
          <w:tcPr>
            <w:tcW w:w="9211" w:type="dxa"/>
          </w:tcPr>
          <w:p w14:paraId="25F70224" w14:textId="77777777"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7" w:name="Texto87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7"/>
          </w:p>
        </w:tc>
      </w:tr>
    </w:tbl>
    <w:p w14:paraId="4C8C6247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783EF0" w14:paraId="2C16DDB9" w14:textId="77777777" w:rsidTr="00783EF0">
        <w:tc>
          <w:tcPr>
            <w:tcW w:w="9211" w:type="dxa"/>
          </w:tcPr>
          <w:p w14:paraId="40A32E7C" w14:textId="77777777"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Marca: </w:t>
            </w:r>
            <w:bookmarkStart w:id="48" w:name="Texto88"/>
            <w:r w:rsidR="006F29A5" w:rsidRPr="00783EF0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6F29A5" w:rsidRPr="00783EF0">
              <w:rPr>
                <w:sz w:val="18"/>
                <w:szCs w:val="18"/>
              </w:rPr>
              <w:instrText xml:space="preserve"> FORMTEXT </w:instrText>
            </w:r>
            <w:r w:rsidR="006F29A5" w:rsidRPr="00783EF0">
              <w:rPr>
                <w:sz w:val="18"/>
                <w:szCs w:val="18"/>
              </w:rPr>
            </w:r>
            <w:r w:rsidR="006F29A5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F29A5" w:rsidRPr="00783EF0">
              <w:rPr>
                <w:sz w:val="18"/>
                <w:szCs w:val="18"/>
              </w:rPr>
              <w:fldChar w:fldCharType="end"/>
            </w:r>
            <w:bookmarkEnd w:id="48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Modelo: </w:t>
            </w:r>
            <w:bookmarkStart w:id="49" w:name="Texto89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49"/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Ano: </w:t>
            </w:r>
            <w:bookmarkStart w:id="50" w:name="Texto90"/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bookmarkEnd w:id="50"/>
            <w:r w:rsidRPr="00783EF0">
              <w:rPr>
                <w:b/>
                <w:sz w:val="18"/>
                <w:szCs w:val="18"/>
              </w:rPr>
              <w:t xml:space="preserve">      Valor de Mercado: R$ </w:t>
            </w:r>
            <w:bookmarkStart w:id="51" w:name="Texto91"/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730AE2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  <w:bookmarkEnd w:id="51"/>
          </w:p>
          <w:p w14:paraId="4F3B2C14" w14:textId="77777777" w:rsidR="007D1808" w:rsidRPr="00783EF0" w:rsidRDefault="007D1808" w:rsidP="00783EF0">
            <w:pPr>
              <w:spacing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Marca: </w:t>
            </w:r>
            <w:r w:rsidR="006F29A5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6F29A5" w:rsidRPr="00783EF0">
              <w:rPr>
                <w:sz w:val="18"/>
                <w:szCs w:val="18"/>
              </w:rPr>
              <w:instrText xml:space="preserve"> FORMTEXT </w:instrText>
            </w:r>
            <w:r w:rsidR="006F29A5" w:rsidRPr="00783EF0">
              <w:rPr>
                <w:sz w:val="18"/>
                <w:szCs w:val="18"/>
              </w:rPr>
            </w:r>
            <w:r w:rsidR="006F29A5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F29A5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Modelo: </w:t>
            </w:r>
            <w:r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783EF0">
              <w:rPr>
                <w:sz w:val="18"/>
                <w:szCs w:val="18"/>
              </w:rPr>
              <w:instrText xml:space="preserve"> FORMTEXT </w:instrText>
            </w:r>
            <w:r w:rsidRPr="00783EF0">
              <w:rPr>
                <w:sz w:val="18"/>
                <w:szCs w:val="18"/>
              </w:rPr>
            </w:r>
            <w:r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</w:t>
            </w:r>
            <w:r w:rsidRPr="00783EF0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  <w:r w:rsidRPr="00783EF0">
              <w:rPr>
                <w:b/>
                <w:sz w:val="18"/>
                <w:szCs w:val="18"/>
              </w:rPr>
              <w:t xml:space="preserve">      Valor de Mercado: R$ </w:t>
            </w:r>
            <w:r w:rsidR="00730AE2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730AE2" w:rsidRPr="00783EF0">
              <w:rPr>
                <w:sz w:val="18"/>
                <w:szCs w:val="18"/>
              </w:rPr>
              <w:instrText xml:space="preserve"> FORMTEXT </w:instrText>
            </w:r>
            <w:r w:rsidR="00730AE2" w:rsidRPr="00783EF0">
              <w:rPr>
                <w:sz w:val="18"/>
                <w:szCs w:val="18"/>
              </w:rPr>
            </w:r>
            <w:r w:rsidR="00730AE2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730AE2" w:rsidRPr="00783EF0">
              <w:rPr>
                <w:sz w:val="18"/>
                <w:szCs w:val="18"/>
              </w:rPr>
              <w:fldChar w:fldCharType="end"/>
            </w:r>
          </w:p>
        </w:tc>
      </w:tr>
      <w:tr w:rsidR="007D1808" w:rsidRPr="00783EF0" w14:paraId="5EDD5F7F" w14:textId="77777777" w:rsidTr="00783EF0">
        <w:tc>
          <w:tcPr>
            <w:tcW w:w="9211" w:type="dxa"/>
          </w:tcPr>
          <w:p w14:paraId="0444CF9D" w14:textId="77777777"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</w:tc>
      </w:tr>
    </w:tbl>
    <w:p w14:paraId="6DA58471" w14:textId="77777777"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783EF0" w14:paraId="2C492165" w14:textId="77777777" w:rsidTr="00783EF0">
        <w:tc>
          <w:tcPr>
            <w:tcW w:w="9211" w:type="dxa"/>
          </w:tcPr>
          <w:p w14:paraId="01D6E62E" w14:textId="77777777" w:rsidR="007D1808" w:rsidRPr="00783EF0" w:rsidRDefault="007D1808" w:rsidP="00783EF0">
            <w:pPr>
              <w:spacing w:before="60" w:after="60"/>
              <w:rPr>
                <w:b/>
                <w:sz w:val="18"/>
                <w:szCs w:val="18"/>
              </w:rPr>
            </w:pPr>
            <w:r w:rsidRPr="00783EF0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783EF0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783EF0">
              <w:rPr>
                <w:sz w:val="18"/>
                <w:szCs w:val="18"/>
              </w:rPr>
              <w:instrText xml:space="preserve"> FORMTEXT </w:instrText>
            </w:r>
            <w:r w:rsidR="00316B97" w:rsidRPr="00783EF0">
              <w:rPr>
                <w:sz w:val="18"/>
                <w:szCs w:val="18"/>
              </w:rPr>
            </w:r>
            <w:r w:rsidR="00316B97" w:rsidRPr="00783EF0">
              <w:rPr>
                <w:sz w:val="18"/>
                <w:szCs w:val="18"/>
              </w:rPr>
              <w:fldChar w:fldCharType="separate"/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691130" w:rsidRPr="00783EF0">
              <w:rPr>
                <w:sz w:val="18"/>
                <w:szCs w:val="18"/>
              </w:rPr>
              <w:t> </w:t>
            </w:r>
            <w:r w:rsidR="00316B97" w:rsidRPr="00783EF0">
              <w:rPr>
                <w:sz w:val="18"/>
                <w:szCs w:val="18"/>
              </w:rPr>
              <w:fldChar w:fldCharType="end"/>
            </w:r>
          </w:p>
        </w:tc>
      </w:tr>
    </w:tbl>
    <w:p w14:paraId="0C92D964" w14:textId="77777777" w:rsidR="007D1808" w:rsidRDefault="007D1808" w:rsidP="007D1808">
      <w:pPr>
        <w:spacing w:before="120"/>
        <w:rPr>
          <w:b/>
          <w:sz w:val="18"/>
          <w:szCs w:val="18"/>
        </w:rPr>
      </w:pPr>
    </w:p>
    <w:p w14:paraId="78AA968F" w14:textId="77777777"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14:paraId="435EE5DC" w14:textId="77777777" w:rsidR="004F4A8D" w:rsidRDefault="004F4A8D" w:rsidP="004F4A8D">
      <w:pPr>
        <w:spacing w:before="120"/>
        <w:rPr>
          <w:b/>
          <w:sz w:val="18"/>
          <w:szCs w:val="18"/>
        </w:rPr>
      </w:pPr>
    </w:p>
    <w:p w14:paraId="2AA4F0C8" w14:textId="77777777" w:rsidR="004F4A8D" w:rsidRDefault="004F4A8D" w:rsidP="004F4A8D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4F4A8D" w:rsidRPr="003D0FA7" w14:paraId="58099838" w14:textId="77777777" w:rsidTr="0081301F">
        <w:tc>
          <w:tcPr>
            <w:tcW w:w="9225" w:type="dxa"/>
          </w:tcPr>
          <w:p w14:paraId="14B5E38E" w14:textId="77777777"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20E76939" w14:textId="77777777"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68BC70BE" w14:textId="77777777"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203E1C57" w14:textId="77777777"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09D1FDFD" w14:textId="77777777"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4F4A8D" w:rsidRPr="003D0FA7" w14:paraId="631C391B" w14:textId="77777777" w:rsidTr="0081301F">
        <w:tc>
          <w:tcPr>
            <w:tcW w:w="9225" w:type="dxa"/>
          </w:tcPr>
          <w:p w14:paraId="032176DC" w14:textId="77777777"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35D99995" w14:textId="77777777" w:rsidR="004F4A8D" w:rsidRPr="003D0FA7" w:rsidRDefault="004F4A8D" w:rsidP="0081301F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77E5C3CB" w14:textId="77777777"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44952B59" w14:textId="77777777"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29ACBEB0" w14:textId="77777777" w:rsidR="004F4A8D" w:rsidRPr="003D0FA7" w:rsidRDefault="004F4A8D" w:rsidP="0081301F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14:paraId="4CC7B279" w14:textId="77777777" w:rsidR="004F4A8D" w:rsidRDefault="004F4A8D" w:rsidP="004F4A8D">
      <w:pPr>
        <w:spacing w:before="120"/>
        <w:rPr>
          <w:b/>
          <w:sz w:val="18"/>
          <w:szCs w:val="18"/>
        </w:rPr>
      </w:pPr>
    </w:p>
    <w:p w14:paraId="2416BADA" w14:textId="77777777" w:rsidR="004F4A8D" w:rsidRPr="007D1808" w:rsidRDefault="004F4A8D" w:rsidP="004F4A8D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14:paraId="170B1072" w14:textId="77777777"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p w14:paraId="1E829153" w14:textId="77777777"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bookmarkStart w:id="52" w:name="Texto49"/>
    <w:p w14:paraId="120DE191" w14:textId="77777777" w:rsidR="004F4A8D" w:rsidRPr="007D1808" w:rsidRDefault="004F4A8D" w:rsidP="004F4A8D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2"/>
      <w:r>
        <w:rPr>
          <w:sz w:val="20"/>
          <w:szCs w:val="20"/>
        </w:rPr>
        <w:t xml:space="preserve">, </w:t>
      </w:r>
      <w:bookmarkStart w:id="53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3"/>
      <w:r w:rsidRPr="007D1808">
        <w:rPr>
          <w:sz w:val="20"/>
          <w:szCs w:val="20"/>
        </w:rPr>
        <w:t xml:space="preserve"> de </w:t>
      </w:r>
      <w:bookmarkStart w:id="54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4"/>
      <w:r w:rsidRPr="007D1808">
        <w:rPr>
          <w:sz w:val="20"/>
          <w:szCs w:val="20"/>
        </w:rPr>
        <w:t xml:space="preserve"> de </w:t>
      </w:r>
      <w:bookmarkStart w:id="55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5"/>
      <w:r>
        <w:rPr>
          <w:sz w:val="20"/>
          <w:szCs w:val="20"/>
        </w:rPr>
        <w:t>.</w:t>
      </w:r>
    </w:p>
    <w:p w14:paraId="399324EF" w14:textId="77777777" w:rsidR="004F4A8D" w:rsidRDefault="004F4A8D" w:rsidP="004F4A8D">
      <w:pPr>
        <w:spacing w:before="120"/>
        <w:jc w:val="both"/>
        <w:rPr>
          <w:sz w:val="20"/>
          <w:szCs w:val="20"/>
        </w:rPr>
      </w:pPr>
    </w:p>
    <w:p w14:paraId="5CFCB393" w14:textId="77777777"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p w14:paraId="6581E491" w14:textId="77777777" w:rsidR="004F4A8D" w:rsidRPr="007D1808" w:rsidRDefault="004F4A8D" w:rsidP="004F4A8D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4F4A8D" w:rsidRPr="003D0FA7" w14:paraId="00A5DAE1" w14:textId="77777777" w:rsidTr="0081301F">
        <w:tc>
          <w:tcPr>
            <w:tcW w:w="4791" w:type="dxa"/>
          </w:tcPr>
          <w:p w14:paraId="432A8A88" w14:textId="77777777" w:rsidR="004F4A8D" w:rsidRPr="003D0FA7" w:rsidRDefault="004F4A8D" w:rsidP="0081301F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14:paraId="521166E9" w14:textId="77777777" w:rsidR="004F4A8D" w:rsidRPr="003D0FA7" w:rsidRDefault="004F4A8D" w:rsidP="0081301F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14:paraId="75CAA23B" w14:textId="77777777" w:rsidR="004F4A8D" w:rsidRPr="007D1808" w:rsidRDefault="004F4A8D" w:rsidP="004F4A8D">
      <w:pPr>
        <w:jc w:val="both"/>
        <w:rPr>
          <w:sz w:val="20"/>
          <w:szCs w:val="20"/>
        </w:rPr>
      </w:pPr>
    </w:p>
    <w:p w14:paraId="79BEAFFC" w14:textId="77777777" w:rsidR="004F4A8D" w:rsidRPr="007D1808" w:rsidRDefault="004F4A8D" w:rsidP="004F4A8D">
      <w:pPr>
        <w:jc w:val="both"/>
        <w:rPr>
          <w:sz w:val="20"/>
          <w:szCs w:val="20"/>
        </w:rPr>
      </w:pPr>
    </w:p>
    <w:p w14:paraId="23725A59" w14:textId="77777777" w:rsidR="004F4A8D" w:rsidRPr="007D1808" w:rsidRDefault="004F4A8D" w:rsidP="004F4A8D">
      <w:pPr>
        <w:jc w:val="both"/>
        <w:rPr>
          <w:sz w:val="20"/>
          <w:szCs w:val="20"/>
        </w:rPr>
      </w:pPr>
    </w:p>
    <w:p w14:paraId="7500CF49" w14:textId="77777777" w:rsidR="004F4A8D" w:rsidRDefault="004F4A8D" w:rsidP="004F4A8D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14:paraId="3B1D243F" w14:textId="77777777" w:rsidR="004F4A8D" w:rsidRPr="001B43F4" w:rsidRDefault="004F4A8D" w:rsidP="004F4A8D">
      <w:pPr>
        <w:jc w:val="both"/>
        <w:rPr>
          <w:sz w:val="20"/>
          <w:szCs w:val="20"/>
        </w:rPr>
      </w:pPr>
    </w:p>
    <w:p w14:paraId="6804611F" w14:textId="77777777" w:rsidR="00CB699F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14:paraId="0B0ED31B" w14:textId="77777777" w:rsidR="00CB699F" w:rsidRPr="001B43F4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14:paraId="52C57B6A" w14:textId="77777777" w:rsidR="00CB699F" w:rsidRPr="001B43F4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14:paraId="7D1C6BB8" w14:textId="77777777" w:rsidR="00CB699F" w:rsidRPr="001B43F4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14:paraId="465D665B" w14:textId="77777777" w:rsidR="00CB699F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14:paraId="4B1D4873" w14:textId="77777777" w:rsidR="00A566FE" w:rsidRPr="00A566FE" w:rsidRDefault="00A566FE" w:rsidP="00A566FE">
      <w:pPr>
        <w:pStyle w:val="PargrafodaLista"/>
        <w:numPr>
          <w:ilvl w:val="0"/>
          <w:numId w:val="1"/>
        </w:numPr>
        <w:jc w:val="both"/>
        <w:rPr>
          <w:sz w:val="20"/>
          <w:szCs w:val="20"/>
        </w:rPr>
      </w:pPr>
      <w:r w:rsidRPr="00A566FE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14:paraId="082C9C49" w14:textId="77777777" w:rsidR="00CB699F" w:rsidRDefault="00CB699F" w:rsidP="00CB699F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14:paraId="32744D39" w14:textId="77777777" w:rsidR="00CB699F" w:rsidRPr="001B43F4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14:paraId="32C36018" w14:textId="77777777" w:rsidR="00CB699F" w:rsidRPr="001B43F4" w:rsidRDefault="00CB699F" w:rsidP="00CB699F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14:paraId="0C4A5123" w14:textId="77777777" w:rsidR="004F4A8D" w:rsidRPr="001B43F4" w:rsidRDefault="004F4A8D" w:rsidP="00CB699F">
      <w:pPr>
        <w:ind w:left="1068"/>
        <w:jc w:val="both"/>
        <w:rPr>
          <w:sz w:val="20"/>
          <w:szCs w:val="20"/>
        </w:rPr>
      </w:pPr>
    </w:p>
    <w:p w14:paraId="1A176C15" w14:textId="77777777" w:rsidR="004F4A8D" w:rsidRDefault="004F4A8D" w:rsidP="004F4A8D">
      <w:pPr>
        <w:jc w:val="both"/>
      </w:pPr>
    </w:p>
    <w:p w14:paraId="0F9A163B" w14:textId="77777777" w:rsidR="00053CAF" w:rsidRDefault="00053CAF" w:rsidP="004F4A8D">
      <w:pPr>
        <w:spacing w:before="120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6B0C8" w14:textId="77777777" w:rsidR="00821478" w:rsidRDefault="00821478">
      <w:r>
        <w:separator/>
      </w:r>
    </w:p>
  </w:endnote>
  <w:endnote w:type="continuationSeparator" w:id="0">
    <w:p w14:paraId="4C19BC79" w14:textId="77777777" w:rsidR="00821478" w:rsidRDefault="00821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E2181" w14:textId="77777777" w:rsidR="00E631A5" w:rsidRDefault="00E631A5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006853DE" w14:textId="77777777" w:rsidR="00E631A5" w:rsidRDefault="00E631A5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F5679" w14:textId="77777777" w:rsidR="00E631A5" w:rsidRDefault="00E631A5" w:rsidP="00C0599D">
    <w:pPr>
      <w:pStyle w:val="Rodap"/>
      <w:framePr w:wrap="around" w:vAnchor="text" w:hAnchor="margin" w:xAlign="outside" w:y="1"/>
      <w:rPr>
        <w:rStyle w:val="Nmerodepgina"/>
      </w:rPr>
    </w:pPr>
  </w:p>
  <w:p w14:paraId="05C51B14" w14:textId="64A7565F" w:rsidR="00E631A5" w:rsidRPr="00B961F6" w:rsidRDefault="00E631A5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CREDUC_Cadastro_Mãe_aluno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EC1752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384E7" w14:textId="77777777" w:rsidR="00E631A5" w:rsidRPr="00B961F6" w:rsidRDefault="00E631A5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82EBB" w14:textId="77777777" w:rsidR="00821478" w:rsidRDefault="00821478">
      <w:r>
        <w:separator/>
      </w:r>
    </w:p>
  </w:footnote>
  <w:footnote w:type="continuationSeparator" w:id="0">
    <w:p w14:paraId="1465794D" w14:textId="77777777" w:rsidR="00821478" w:rsidRDefault="00821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C823E" w14:textId="77777777" w:rsidR="00E631A5" w:rsidRDefault="00D03444">
    <w:pPr>
      <w:pStyle w:val="Cabealho"/>
    </w:pPr>
    <w:r>
      <w:rPr>
        <w:noProof/>
        <w:sz w:val="24"/>
      </w:rPr>
      <w:drawing>
        <wp:inline distT="0" distB="0" distL="0" distR="0" wp14:anchorId="030C7E22" wp14:editId="114F9F18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8F2DF" w14:textId="77777777" w:rsidR="00E631A5" w:rsidRDefault="00D03444">
    <w:pPr>
      <w:pStyle w:val="Cabealho"/>
    </w:pPr>
    <w:r>
      <w:rPr>
        <w:noProof/>
        <w:sz w:val="24"/>
      </w:rPr>
      <w:drawing>
        <wp:inline distT="0" distB="0" distL="0" distR="0" wp14:anchorId="36970CCD" wp14:editId="5BD2DDFA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35092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AjrOu7omX+1j0v1R02YY8yT8Gm2I7d9GxS28QkwTFn5kDAIbuybwXHD6jgx/gRx6R29HT9X1QJfvqy7btmkA==" w:salt="n05U25rDg3YXRVrBsnnbDQ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52"/>
    <w:rsid w:val="00015B94"/>
    <w:rsid w:val="00053CAF"/>
    <w:rsid w:val="00091200"/>
    <w:rsid w:val="000B6C19"/>
    <w:rsid w:val="000F3CD2"/>
    <w:rsid w:val="00104794"/>
    <w:rsid w:val="001229A3"/>
    <w:rsid w:val="00162F6E"/>
    <w:rsid w:val="00192C71"/>
    <w:rsid w:val="001974DF"/>
    <w:rsid w:val="001A0384"/>
    <w:rsid w:val="001B1E48"/>
    <w:rsid w:val="001B43F4"/>
    <w:rsid w:val="001C716B"/>
    <w:rsid w:val="001E504D"/>
    <w:rsid w:val="001E548C"/>
    <w:rsid w:val="002236F4"/>
    <w:rsid w:val="002238FF"/>
    <w:rsid w:val="00224667"/>
    <w:rsid w:val="00276045"/>
    <w:rsid w:val="002D5631"/>
    <w:rsid w:val="002F5509"/>
    <w:rsid w:val="00306C91"/>
    <w:rsid w:val="003144B9"/>
    <w:rsid w:val="00316B97"/>
    <w:rsid w:val="00330E59"/>
    <w:rsid w:val="003338B7"/>
    <w:rsid w:val="003B0BEC"/>
    <w:rsid w:val="003D2D77"/>
    <w:rsid w:val="00431C3E"/>
    <w:rsid w:val="00464FB0"/>
    <w:rsid w:val="004D0933"/>
    <w:rsid w:val="004D44FA"/>
    <w:rsid w:val="004D7DCC"/>
    <w:rsid w:val="004E007E"/>
    <w:rsid w:val="004F4A8D"/>
    <w:rsid w:val="005013B9"/>
    <w:rsid w:val="00507243"/>
    <w:rsid w:val="00514084"/>
    <w:rsid w:val="00531E81"/>
    <w:rsid w:val="005557FA"/>
    <w:rsid w:val="00571603"/>
    <w:rsid w:val="00575B6B"/>
    <w:rsid w:val="0058414C"/>
    <w:rsid w:val="005B132F"/>
    <w:rsid w:val="005F2DEB"/>
    <w:rsid w:val="006025B0"/>
    <w:rsid w:val="00666F12"/>
    <w:rsid w:val="00691130"/>
    <w:rsid w:val="00696358"/>
    <w:rsid w:val="006B5B00"/>
    <w:rsid w:val="006C7DD3"/>
    <w:rsid w:val="006D636D"/>
    <w:rsid w:val="006E007B"/>
    <w:rsid w:val="006E1523"/>
    <w:rsid w:val="006E59AB"/>
    <w:rsid w:val="006F29A5"/>
    <w:rsid w:val="007078E1"/>
    <w:rsid w:val="00707B01"/>
    <w:rsid w:val="00730AE2"/>
    <w:rsid w:val="007443FC"/>
    <w:rsid w:val="00752413"/>
    <w:rsid w:val="00757B4A"/>
    <w:rsid w:val="007725F3"/>
    <w:rsid w:val="00783EF0"/>
    <w:rsid w:val="00791752"/>
    <w:rsid w:val="007B2B07"/>
    <w:rsid w:val="007B2E56"/>
    <w:rsid w:val="007C298C"/>
    <w:rsid w:val="007D1515"/>
    <w:rsid w:val="007D1808"/>
    <w:rsid w:val="007F3A15"/>
    <w:rsid w:val="0081301F"/>
    <w:rsid w:val="008158AE"/>
    <w:rsid w:val="00816ED1"/>
    <w:rsid w:val="00821478"/>
    <w:rsid w:val="0083136B"/>
    <w:rsid w:val="0085355E"/>
    <w:rsid w:val="00867E2E"/>
    <w:rsid w:val="008E19F0"/>
    <w:rsid w:val="008F088D"/>
    <w:rsid w:val="0092444F"/>
    <w:rsid w:val="00936867"/>
    <w:rsid w:val="00945E30"/>
    <w:rsid w:val="00997840"/>
    <w:rsid w:val="009B2216"/>
    <w:rsid w:val="009D7A1B"/>
    <w:rsid w:val="009F281D"/>
    <w:rsid w:val="009F4555"/>
    <w:rsid w:val="00A02C56"/>
    <w:rsid w:val="00A04DB4"/>
    <w:rsid w:val="00A11624"/>
    <w:rsid w:val="00A23D24"/>
    <w:rsid w:val="00A566FE"/>
    <w:rsid w:val="00A85DEE"/>
    <w:rsid w:val="00AF4D30"/>
    <w:rsid w:val="00B02020"/>
    <w:rsid w:val="00B35298"/>
    <w:rsid w:val="00B40A1B"/>
    <w:rsid w:val="00B63F6A"/>
    <w:rsid w:val="00B961F6"/>
    <w:rsid w:val="00BA7DED"/>
    <w:rsid w:val="00BC0CAE"/>
    <w:rsid w:val="00C0599D"/>
    <w:rsid w:val="00C07A5B"/>
    <w:rsid w:val="00C401A6"/>
    <w:rsid w:val="00C8006D"/>
    <w:rsid w:val="00C862E5"/>
    <w:rsid w:val="00CA64EA"/>
    <w:rsid w:val="00CB699F"/>
    <w:rsid w:val="00CC2918"/>
    <w:rsid w:val="00CE241B"/>
    <w:rsid w:val="00D03444"/>
    <w:rsid w:val="00D11C13"/>
    <w:rsid w:val="00D2392C"/>
    <w:rsid w:val="00D77529"/>
    <w:rsid w:val="00DC018F"/>
    <w:rsid w:val="00E37805"/>
    <w:rsid w:val="00E60E14"/>
    <w:rsid w:val="00E631A5"/>
    <w:rsid w:val="00E80AFC"/>
    <w:rsid w:val="00E87B34"/>
    <w:rsid w:val="00EA1E9E"/>
    <w:rsid w:val="00EC1752"/>
    <w:rsid w:val="00EE781E"/>
    <w:rsid w:val="00F124EE"/>
    <w:rsid w:val="00F35436"/>
    <w:rsid w:val="00F874BB"/>
    <w:rsid w:val="00F95CD1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1C8D86"/>
  <w15:chartTrackingRefBased/>
  <w15:docId w15:val="{A67CB358-FB29-4DDC-8DFD-EEE2D675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PargrafodaLista">
    <w:name w:val="List Paragraph"/>
    <w:basedOn w:val="Normal"/>
    <w:uiPriority w:val="34"/>
    <w:qFormat/>
    <w:rsid w:val="00A56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SZ9GBIFV\creduc-ficha-mae-aluno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creduc-ficha-mae-aluno</Template>
  <TotalTime>2</TotalTime>
  <Pages>1</Pages>
  <Words>695</Words>
  <Characters>4312</Characters>
  <Application>Microsoft Office Word</Application>
  <DocSecurity>0</DocSecurity>
  <Lines>148</Lines>
  <Paragraphs>128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6</cp:revision>
  <cp:lastPrinted>2008-04-15T17:13:00Z</cp:lastPrinted>
  <dcterms:created xsi:type="dcterms:W3CDTF">2026-01-15T21:52:00Z</dcterms:created>
  <dcterms:modified xsi:type="dcterms:W3CDTF">2026-01-15T22:12:00Z</dcterms:modified>
</cp:coreProperties>
</file>